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A32EA8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Habits of Successful People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A32EA8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B842EF">
              <w:rPr>
                <w:rFonts w:ascii="Arial" w:hAnsi="Arial" w:cs="Arial"/>
                <w:sz w:val="22"/>
              </w:rPr>
              <w:t>1</w:t>
            </w:r>
            <w:r w:rsidR="007E7285">
              <w:rPr>
                <w:rFonts w:ascii="Arial" w:hAnsi="Arial" w:cs="Arial"/>
                <w:sz w:val="22"/>
              </w:rPr>
              <w:t xml:space="preserve"> </w:t>
            </w:r>
            <w:r w:rsidR="00A32EA8">
              <w:rPr>
                <w:rFonts w:ascii="Arial" w:hAnsi="Arial" w:cs="Arial"/>
                <w:sz w:val="22"/>
              </w:rPr>
              <w:t>of 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B842EF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About Me (if students have studied the Transition Unit, you may wish to make the title ‘About Me V2’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842EF" w:rsidRPr="00FF368A" w:rsidRDefault="00B842EF" w:rsidP="00B842EF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LO decided by individual students at the end of the lesson but likely to be: </w:t>
            </w:r>
          </w:p>
          <w:p w:rsidR="00B842EF" w:rsidRPr="00FF368A" w:rsidRDefault="00B842EF" w:rsidP="00B842EF">
            <w:pPr>
              <w:rPr>
                <w:rFonts w:ascii="Arial" w:hAnsi="Arial" w:cs="Arial"/>
                <w:sz w:val="22"/>
              </w:rPr>
            </w:pPr>
          </w:p>
          <w:p w:rsidR="00B842EF" w:rsidRPr="00FF368A" w:rsidRDefault="00B842EF" w:rsidP="00B842EF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analyse our strengths and areas for development</w:t>
            </w:r>
          </w:p>
          <w:p w:rsidR="00B842EF" w:rsidRPr="00FF368A" w:rsidRDefault="00B842EF" w:rsidP="00B842EF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develop our confidence in speaking about our strengths</w:t>
            </w:r>
          </w:p>
          <w:p w:rsidR="00EE1E9D" w:rsidRPr="00794D11" w:rsidRDefault="00B842EF" w:rsidP="00B842EF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assess whether we were supportive of each other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B842EF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PPT</w:t>
            </w:r>
          </w:p>
          <w:p w:rsidR="00B842EF" w:rsidRPr="00794D11" w:rsidRDefault="00B842EF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About Me V2 Task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5-10 Mins</w:t>
            </w:r>
          </w:p>
        </w:tc>
        <w:tc>
          <w:tcPr>
            <w:tcW w:w="6237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went to the shop and I bought….</w:t>
            </w:r>
          </w:p>
        </w:tc>
        <w:tc>
          <w:tcPr>
            <w:tcW w:w="4536" w:type="dxa"/>
            <w:vAlign w:val="center"/>
          </w:tcPr>
          <w:p w:rsidR="00D07164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Icebreaker (particularly if this is the first lesson of a stand-alone intervention) </w:t>
            </w:r>
          </w:p>
          <w:p w:rsidR="00B842EF" w:rsidRDefault="00B842EF" w:rsidP="008E2DD2">
            <w:pPr>
              <w:rPr>
                <w:rFonts w:ascii="Arial" w:hAnsi="Arial" w:cs="Arial"/>
                <w:sz w:val="22"/>
              </w:rPr>
            </w:pPr>
          </w:p>
          <w:p w:rsidR="00B842EF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Good way for teacher to identify students who may need extra support or extra reinforcement</w:t>
            </w:r>
          </w:p>
        </w:tc>
        <w:tc>
          <w:tcPr>
            <w:tcW w:w="2835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 concept of this game will be used as part of a self-esteem task later in the lesson. 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Introduce unit </w:t>
            </w:r>
          </w:p>
        </w:tc>
        <w:tc>
          <w:tcPr>
            <w:tcW w:w="4536" w:type="dxa"/>
            <w:vAlign w:val="center"/>
          </w:tcPr>
          <w:p w:rsidR="00EE1E9D" w:rsidRPr="00794D11" w:rsidRDefault="00EE1E9D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D07164" w:rsidRPr="00B842EF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10-15 Mins</w:t>
            </w:r>
          </w:p>
        </w:tc>
        <w:tc>
          <w:tcPr>
            <w:tcW w:w="6237" w:type="dxa"/>
            <w:vAlign w:val="center"/>
          </w:tcPr>
          <w:p w:rsidR="00D07164" w:rsidRPr="00787EEB" w:rsidRDefault="00B842EF" w:rsidP="00B842E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complete the About Me information sheet.  </w:t>
            </w:r>
          </w:p>
        </w:tc>
        <w:tc>
          <w:tcPr>
            <w:tcW w:w="4536" w:type="dxa"/>
            <w:vAlign w:val="center"/>
          </w:tcPr>
          <w:p w:rsidR="00EE1E9D" w:rsidRPr="00787EEB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typically struggle with either the positive or the negative.  It is important to make sure that the diagrams are balanced e.g. 3 good and 3 areas to improve.  </w:t>
            </w:r>
          </w:p>
        </w:tc>
        <w:tc>
          <w:tcPr>
            <w:tcW w:w="2835" w:type="dxa"/>
            <w:vAlign w:val="center"/>
          </w:tcPr>
          <w:p w:rsidR="00D07164" w:rsidRPr="00794D11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If the class has studied the Transition Unit, this is a nice moment to revisit their first About Me diagrams.  </w:t>
            </w: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10-15 Mins</w:t>
            </w:r>
          </w:p>
        </w:tc>
        <w:tc>
          <w:tcPr>
            <w:tcW w:w="6237" w:type="dxa"/>
            <w:vAlign w:val="center"/>
          </w:tcPr>
          <w:p w:rsidR="00787EEB" w:rsidRPr="008B53A3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Repeat of the I went to the shop game but with qualities e.g. I went to the shop and met Jane who was optimistic, then I met Mehmet who was a good footballer etc. </w:t>
            </w:r>
          </w:p>
        </w:tc>
        <w:tc>
          <w:tcPr>
            <w:tcW w:w="4536" w:type="dxa"/>
            <w:vAlign w:val="center"/>
          </w:tcPr>
          <w:p w:rsidR="00787EEB" w:rsidRPr="00787EEB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Great way to share positive feedback.  If a new group, helps to build knowledge of names etc.  </w:t>
            </w: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B842EF" w:rsidRPr="00794D11" w:rsidTr="008E2DD2">
        <w:tc>
          <w:tcPr>
            <w:tcW w:w="1242" w:type="dxa"/>
            <w:vAlign w:val="center"/>
          </w:tcPr>
          <w:p w:rsidR="00B842EF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B842EF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decide what the LO was</w:t>
            </w:r>
          </w:p>
        </w:tc>
        <w:tc>
          <w:tcPr>
            <w:tcW w:w="4536" w:type="dxa"/>
            <w:vAlign w:val="center"/>
          </w:tcPr>
          <w:p w:rsidR="00B842EF" w:rsidRDefault="00B842E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Opportunity to assess what students think that they learned</w:t>
            </w:r>
          </w:p>
        </w:tc>
        <w:tc>
          <w:tcPr>
            <w:tcW w:w="2835" w:type="dxa"/>
            <w:vAlign w:val="center"/>
          </w:tcPr>
          <w:p w:rsidR="00B842EF" w:rsidRPr="00794D11" w:rsidRDefault="00B842EF" w:rsidP="008E2DD2">
            <w:pPr>
              <w:rPr>
                <w:rFonts w:ascii="Arial" w:hAnsi="Arial" w:cs="Arial"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EE1E9D" w:rsidRPr="00794D11" w:rsidRDefault="00B842E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Students who struggle with memory can be allowed to write little notes to help remind themselves or just targeted to remember names if a new group.  </w:t>
      </w: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A8" w:rsidRDefault="00A32EA8" w:rsidP="00D07164">
      <w:pPr>
        <w:spacing w:after="0" w:line="240" w:lineRule="auto"/>
      </w:pPr>
      <w:r>
        <w:separator/>
      </w:r>
    </w:p>
  </w:endnote>
  <w:endnote w:type="continuationSeparator" w:id="0">
    <w:p w:rsidR="00A32EA8" w:rsidRDefault="00A32EA8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92" w:rsidRDefault="00A46792">
    <w:pPr>
      <w:pStyle w:val="Footer"/>
      <w:rPr>
        <w:rFonts w:ascii="Arial" w:hAnsi="Arial" w:cs="Arial"/>
        <w:color w:val="222222"/>
        <w:sz w:val="20"/>
        <w:szCs w:val="20"/>
        <w:shd w:val="clear" w:color="auto" w:fill="FFFFFF"/>
      </w:rPr>
    </w:pPr>
    <w:r w:rsidRPr="00A46792">
      <w:rPr>
        <w:sz w:val="20"/>
        <w:szCs w:val="20"/>
      </w:rPr>
      <w:br/>
    </w:r>
    <w:r w:rsidRPr="00A46792">
      <w:rPr>
        <w:rFonts w:ascii="Arial" w:hAnsi="Arial" w:cs="Arial"/>
        <w:color w:val="222222"/>
        <w:sz w:val="20"/>
        <w:szCs w:val="20"/>
        <w:shd w:val="clear" w:color="auto" w:fill="FFFFFF"/>
      </w:rPr>
      <w:t>Resources produced by Gladesmore Community School as part of the Stepping Stones programme, </w:t>
    </w:r>
    <w:r w:rsidRPr="00A46792">
      <w:rPr>
        <w:rFonts w:ascii="Arial" w:hAnsi="Arial" w:cs="Arial"/>
        <w:b/>
        <w:bCs/>
        <w:color w:val="222222"/>
        <w:sz w:val="20"/>
        <w:szCs w:val="20"/>
        <w:shd w:val="clear" w:color="auto" w:fill="FFFFFF"/>
      </w:rPr>
      <w:t>supported by the Mayor of London</w:t>
    </w:r>
    <w:r w:rsidRPr="00A46792">
      <w:rPr>
        <w:rFonts w:ascii="Arial" w:hAnsi="Arial" w:cs="Arial"/>
        <w:color w:val="222222"/>
        <w:sz w:val="20"/>
        <w:szCs w:val="20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A8" w:rsidRDefault="00A32EA8" w:rsidP="00D07164">
      <w:pPr>
        <w:spacing w:after="0" w:line="240" w:lineRule="auto"/>
      </w:pPr>
      <w:r>
        <w:separator/>
      </w:r>
    </w:p>
  </w:footnote>
  <w:footnote w:type="continuationSeparator" w:id="0">
    <w:p w:rsidR="00A32EA8" w:rsidRDefault="00A32EA8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A8"/>
    <w:rsid w:val="00000F70"/>
    <w:rsid w:val="000262B5"/>
    <w:rsid w:val="00187174"/>
    <w:rsid w:val="00316C77"/>
    <w:rsid w:val="003234BD"/>
    <w:rsid w:val="00370853"/>
    <w:rsid w:val="003C7047"/>
    <w:rsid w:val="0042241F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307CC"/>
    <w:rsid w:val="00953CE6"/>
    <w:rsid w:val="009B4BE8"/>
    <w:rsid w:val="009C1174"/>
    <w:rsid w:val="00A32EA8"/>
    <w:rsid w:val="00A46792"/>
    <w:rsid w:val="00B62EC9"/>
    <w:rsid w:val="00B842EF"/>
    <w:rsid w:val="00B916B2"/>
    <w:rsid w:val="00D07164"/>
    <w:rsid w:val="00D62A64"/>
    <w:rsid w:val="00DB0029"/>
    <w:rsid w:val="00DB773A"/>
    <w:rsid w:val="00E14805"/>
    <w:rsid w:val="00E17BD6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4A435-B1D3-4DAF-AC05-30670131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BA5E57B0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4</cp:revision>
  <cp:lastPrinted>2017-10-09T15:23:00Z</cp:lastPrinted>
  <dcterms:created xsi:type="dcterms:W3CDTF">2018-01-12T10:19:00Z</dcterms:created>
  <dcterms:modified xsi:type="dcterms:W3CDTF">2018-01-25T11:22:00Z</dcterms:modified>
</cp:coreProperties>
</file>